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7083B119" w:rsidR="00EF3BFB" w:rsidRPr="00EE2FE1" w:rsidRDefault="003D6E33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Serverový nod pro virtualizační farmu</w:t>
            </w:r>
            <w:r w:rsidR="00B27318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C14CFC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45A3F10E" w:rsidR="00EF3BFB" w:rsidRPr="00167E06" w:rsidRDefault="003D6E3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14106DD5" w:rsidR="00EF3BFB" w:rsidRPr="00EE2FE1" w:rsidRDefault="003D6E33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Úložiště SAN pro virtualizační farmu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C14CFC">
              <w:rPr>
                <w:rFonts w:asciiTheme="majorHAnsi" w:hAnsiTheme="majorHAnsi"/>
              </w:rPr>
              <w:t>2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50498E6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1D980B1" w14:textId="77777777" w:rsidTr="001A02B4">
        <w:trPr>
          <w:trHeight w:val="926"/>
        </w:trPr>
        <w:tc>
          <w:tcPr>
            <w:tcW w:w="2969" w:type="dxa"/>
          </w:tcPr>
          <w:p w14:paraId="027248F0" w14:textId="30AF2958" w:rsidR="001A02B4" w:rsidRDefault="003D6E33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Server pro zálohování </w:t>
            </w:r>
            <w:r w:rsidR="00C14CFC">
              <w:rPr>
                <w:rFonts w:asciiTheme="majorHAnsi" w:hAnsiTheme="majorHAnsi"/>
              </w:rPr>
              <w:t xml:space="preserve">virtualizační </w:t>
            </w:r>
            <w:r>
              <w:rPr>
                <w:rFonts w:asciiTheme="majorHAnsi" w:hAnsiTheme="majorHAnsi"/>
              </w:rPr>
              <w:t>farmy</w:t>
            </w:r>
            <w:r w:rsidR="001A02B4">
              <w:rPr>
                <w:rFonts w:asciiTheme="majorHAnsi" w:hAnsiTheme="majorHAnsi"/>
              </w:rPr>
              <w:t xml:space="preserve"> (položka </w:t>
            </w:r>
            <w:r w:rsidR="00C14CFC">
              <w:rPr>
                <w:rFonts w:asciiTheme="majorHAnsi" w:hAnsiTheme="majorHAnsi"/>
              </w:rPr>
              <w:t>3</w:t>
            </w:r>
            <w:r w:rsidR="001A02B4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564DD14" w14:textId="2A2BB9F6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9823A74" w14:textId="6A89DE1E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4093F98" w14:textId="6B0C5A83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06DE769" w14:textId="77777777" w:rsidTr="001A02B4">
        <w:trPr>
          <w:trHeight w:val="926"/>
        </w:trPr>
        <w:tc>
          <w:tcPr>
            <w:tcW w:w="2969" w:type="dxa"/>
          </w:tcPr>
          <w:p w14:paraId="3ADD38D3" w14:textId="363F234D" w:rsidR="001A02B4" w:rsidRDefault="006E446A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Úložiště SAN pro zálohování virtualizační farmy</w:t>
            </w:r>
            <w:r w:rsidR="001A02B4">
              <w:rPr>
                <w:rFonts w:asciiTheme="majorHAnsi" w:hAnsiTheme="majorHAnsi"/>
              </w:rPr>
              <w:t xml:space="preserve"> (položka </w:t>
            </w:r>
            <w:r w:rsidR="003D69D0">
              <w:rPr>
                <w:rFonts w:asciiTheme="majorHAnsi" w:hAnsiTheme="majorHAnsi"/>
              </w:rPr>
              <w:t>4</w:t>
            </w:r>
            <w:r w:rsidR="001A02B4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53D9D9DB" w14:textId="2426CDAE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67879347" w14:textId="34CB8955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729FA23" w14:textId="7E236342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74C2C29C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3D69D0">
              <w:rPr>
                <w:rFonts w:asciiTheme="majorHAnsi" w:hAnsiTheme="majorHAnsi"/>
              </w:rPr>
              <w:t xml:space="preserve">položka 5 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0EB4C463" w:rsidR="006262F2" w:rsidRPr="000A3BD0" w:rsidRDefault="006E446A" w:rsidP="00A43547">
            <w:pPr>
              <w:keepLines/>
              <w:spacing w:before="120" w:after="120"/>
              <w:rPr>
                <w:rFonts w:asciiTheme="majorHAnsi" w:hAnsiTheme="majorHAnsi"/>
                <w:highlight w:val="yellow"/>
              </w:rPr>
            </w:pPr>
            <w:proofErr w:type="spellStart"/>
            <w:r w:rsidRPr="00717BFE">
              <w:rPr>
                <w:rFonts w:asciiTheme="majorHAnsi" w:hAnsiTheme="majorHAnsi"/>
              </w:rPr>
              <w:t>VMware</w:t>
            </w:r>
            <w:proofErr w:type="spellEnd"/>
            <w:r w:rsidRPr="00717BFE">
              <w:rPr>
                <w:rFonts w:asciiTheme="majorHAnsi" w:hAnsiTheme="majorHAnsi"/>
              </w:rPr>
              <w:t xml:space="preserve"> </w:t>
            </w:r>
            <w:proofErr w:type="spellStart"/>
            <w:r w:rsidRPr="00717BFE">
              <w:rPr>
                <w:rFonts w:asciiTheme="majorHAnsi" w:hAnsiTheme="majorHAnsi"/>
              </w:rPr>
              <w:t>vSphere</w:t>
            </w:r>
            <w:proofErr w:type="spellEnd"/>
            <w:r w:rsidRPr="00717BFE">
              <w:rPr>
                <w:rFonts w:asciiTheme="majorHAnsi" w:hAnsiTheme="majorHAnsi"/>
              </w:rPr>
              <w:t xml:space="preserve"> </w:t>
            </w:r>
            <w:proofErr w:type="spellStart"/>
            <w:r w:rsidRPr="00717BFE">
              <w:rPr>
                <w:rFonts w:asciiTheme="majorHAnsi" w:hAnsiTheme="majorHAnsi"/>
              </w:rPr>
              <w:t>Foundation</w:t>
            </w:r>
            <w:proofErr w:type="spellEnd"/>
            <w:r w:rsidRPr="00717BFE">
              <w:rPr>
                <w:rFonts w:asciiTheme="majorHAnsi" w:hAnsiTheme="majorHAnsi"/>
              </w:rPr>
              <w:t xml:space="preserve"> verze 8 nebo vyšší, včetně </w:t>
            </w:r>
            <w:proofErr w:type="spellStart"/>
            <w:r w:rsidRPr="00717BFE">
              <w:rPr>
                <w:rFonts w:asciiTheme="majorHAnsi" w:hAnsiTheme="majorHAnsi"/>
              </w:rPr>
              <w:t>VMware</w:t>
            </w:r>
            <w:proofErr w:type="spellEnd"/>
            <w:r w:rsidRPr="00717BFE">
              <w:rPr>
                <w:rFonts w:asciiTheme="majorHAnsi" w:hAnsiTheme="majorHAnsi"/>
              </w:rPr>
              <w:t xml:space="preserve"> </w:t>
            </w:r>
            <w:proofErr w:type="spellStart"/>
            <w:r w:rsidRPr="00717BFE">
              <w:rPr>
                <w:rFonts w:asciiTheme="majorHAnsi" w:hAnsiTheme="majorHAnsi"/>
              </w:rPr>
              <w:t>Aria</w:t>
            </w:r>
            <w:proofErr w:type="spellEnd"/>
            <w:r w:rsidRPr="00717BFE">
              <w:rPr>
                <w:rFonts w:asciiTheme="majorHAnsi" w:hAnsiTheme="majorHAnsi"/>
              </w:rPr>
              <w:t xml:space="preserve"> </w:t>
            </w:r>
            <w:proofErr w:type="spellStart"/>
            <w:r w:rsidRPr="00717BFE">
              <w:rPr>
                <w:rFonts w:asciiTheme="majorHAnsi" w:hAnsiTheme="majorHAnsi"/>
              </w:rPr>
              <w:t>Operations</w:t>
            </w:r>
            <w:proofErr w:type="spellEnd"/>
            <w:r w:rsidRPr="00717BFE">
              <w:rPr>
                <w:rFonts w:asciiTheme="majorHAnsi" w:hAnsiTheme="majorHAnsi"/>
              </w:rPr>
              <w:t xml:space="preserve"> a podpory na 5 let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5C49E570" w:rsidR="006262F2" w:rsidRPr="00A43547" w:rsidRDefault="001C4FF7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446A" w:rsidRPr="00221465" w14:paraId="6C70B6E5" w14:textId="77777777" w:rsidTr="00A43547">
        <w:tc>
          <w:tcPr>
            <w:tcW w:w="3397" w:type="dxa"/>
          </w:tcPr>
          <w:p w14:paraId="38225E9C" w14:textId="3C099BE6" w:rsidR="006E446A" w:rsidRPr="006E446A" w:rsidRDefault="006E446A" w:rsidP="00A43547">
            <w:pPr>
              <w:keepLines/>
              <w:spacing w:before="120" w:after="120"/>
              <w:rPr>
                <w:rFonts w:cstheme="minorHAnsi"/>
                <w:szCs w:val="22"/>
              </w:rPr>
            </w:pPr>
            <w:r w:rsidRPr="00717BFE">
              <w:rPr>
                <w:rFonts w:asciiTheme="majorHAnsi" w:hAnsiTheme="majorHAnsi"/>
                <w:highlight w:val="yellow"/>
              </w:rPr>
              <w:t xml:space="preserve">licence </w:t>
            </w:r>
            <w:proofErr w:type="spellStart"/>
            <w:r w:rsidRPr="00717BFE">
              <w:rPr>
                <w:rFonts w:asciiTheme="majorHAnsi" w:hAnsiTheme="majorHAnsi"/>
                <w:highlight w:val="yellow"/>
              </w:rPr>
              <w:t>VMware</w:t>
            </w:r>
            <w:proofErr w:type="spellEnd"/>
            <w:r w:rsidRPr="00717BFE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717BFE">
              <w:rPr>
                <w:rFonts w:asciiTheme="majorHAnsi" w:hAnsiTheme="majorHAnsi"/>
                <w:highlight w:val="yellow"/>
              </w:rPr>
              <w:t>vCenter</w:t>
            </w:r>
            <w:proofErr w:type="spellEnd"/>
            <w:r w:rsidRPr="00717BFE">
              <w:rPr>
                <w:rFonts w:asciiTheme="majorHAnsi" w:hAnsiTheme="majorHAnsi"/>
                <w:highlight w:val="yellow"/>
              </w:rPr>
              <w:t xml:space="preserve"> Standard verze 8 nebo vyšší na 5 let</w:t>
            </w:r>
            <w:r w:rsidR="00177503" w:rsidRPr="00717BFE">
              <w:rPr>
                <w:rFonts w:asciiTheme="majorHAnsi" w:hAnsiTheme="majorHAnsi"/>
                <w:highlight w:val="yellow"/>
              </w:rPr>
              <w:t>*</w:t>
            </w:r>
            <w:r w:rsidRPr="00717BFE">
              <w:rPr>
                <w:rFonts w:cstheme="minorHAnsi"/>
                <w:sz w:val="22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</w:tcPr>
          <w:p w14:paraId="19944923" w14:textId="243F9C3E" w:rsidR="006E446A" w:rsidRPr="00FF65DD" w:rsidRDefault="006E446A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68C67B9C" w14:textId="0A0323D3" w:rsidR="006E446A" w:rsidRDefault="006E446A" w:rsidP="00927BA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77503">
              <w:rPr>
                <w:rFonts w:asciiTheme="majorHAnsi" w:hAnsiTheme="majorHAnsi"/>
                <w:highlight w:val="yellow"/>
              </w:rPr>
              <w:t>1</w:t>
            </w:r>
          </w:p>
        </w:tc>
        <w:tc>
          <w:tcPr>
            <w:tcW w:w="2112" w:type="dxa"/>
          </w:tcPr>
          <w:p w14:paraId="2180FCD8" w14:textId="3759C5B9" w:rsidR="006E446A" w:rsidRPr="00FF65DD" w:rsidRDefault="006E446A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64FBF134" w14:textId="77777777" w:rsidTr="00A43547">
        <w:tc>
          <w:tcPr>
            <w:tcW w:w="3397" w:type="dxa"/>
          </w:tcPr>
          <w:p w14:paraId="0A23675F" w14:textId="73CBCB21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3F2F8D21" w14:textId="77777777" w:rsidTr="00A43547">
        <w:tc>
          <w:tcPr>
            <w:tcW w:w="3397" w:type="dxa"/>
          </w:tcPr>
          <w:p w14:paraId="7175ABD8" w14:textId="0681B5DD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Pr="00177503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bCs/>
          <w:sz w:val="22"/>
          <w:szCs w:val="24"/>
          <w:u w:val="single"/>
        </w:rPr>
      </w:pPr>
    </w:p>
    <w:p w14:paraId="2F57631F" w14:textId="43A6A290" w:rsidR="00C3634D" w:rsidRPr="009C7923" w:rsidRDefault="00177503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highlight w:val="yellow"/>
          <w:u w:val="single"/>
        </w:rPr>
      </w:pPr>
      <w:r w:rsidRPr="00177503">
        <w:rPr>
          <w:rFonts w:asciiTheme="majorHAnsi" w:eastAsia="Times New Roman" w:hAnsiTheme="majorHAnsi" w:cs="Times New Roman"/>
          <w:sz w:val="20"/>
          <w:szCs w:val="20"/>
          <w:highlight w:val="yellow"/>
        </w:rPr>
        <w:t>*</w:t>
      </w:r>
      <w:r w:rsidR="00C3634D">
        <w:rPr>
          <w:rFonts w:asciiTheme="majorHAnsi" w:eastAsia="Times New Roman" w:hAnsiTheme="majorHAnsi" w:cs="Times New Roman"/>
          <w:sz w:val="20"/>
          <w:szCs w:val="20"/>
          <w:highlight w:val="yellow"/>
        </w:rPr>
        <w:t xml:space="preserve"> </w:t>
      </w:r>
      <w:r w:rsidR="009C7923" w:rsidRPr="009C7923">
        <w:rPr>
          <w:rFonts w:asciiTheme="majorHAnsi" w:eastAsia="Times New Roman" w:hAnsiTheme="majorHAnsi" w:cs="Times New Roman"/>
          <w:b/>
          <w:bCs/>
          <w:sz w:val="20"/>
          <w:szCs w:val="20"/>
          <w:highlight w:val="yellow"/>
          <w:u w:val="single"/>
        </w:rPr>
        <w:t>Tato položka bude součástí Plnění a Prodávající</w:t>
      </w:r>
      <w:r w:rsidR="00B02BC7">
        <w:rPr>
          <w:rFonts w:asciiTheme="majorHAnsi" w:eastAsia="Times New Roman" w:hAnsiTheme="majorHAnsi" w:cs="Times New Roman"/>
          <w:b/>
          <w:bCs/>
          <w:sz w:val="20"/>
          <w:szCs w:val="20"/>
          <w:highlight w:val="yellow"/>
          <w:u w:val="single"/>
        </w:rPr>
        <w:t xml:space="preserve"> uvede cenu</w:t>
      </w:r>
      <w:r w:rsidR="009C7923" w:rsidRPr="009C7923">
        <w:rPr>
          <w:rFonts w:asciiTheme="majorHAnsi" w:eastAsia="Times New Roman" w:hAnsiTheme="majorHAnsi" w:cs="Times New Roman"/>
          <w:b/>
          <w:bCs/>
          <w:sz w:val="20"/>
          <w:szCs w:val="20"/>
          <w:highlight w:val="yellow"/>
          <w:u w:val="single"/>
        </w:rPr>
        <w:t>, pouze pokud tato položka již není součástí</w:t>
      </w:r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 xml:space="preserve"> </w:t>
      </w:r>
      <w:proofErr w:type="spellStart"/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>VMware</w:t>
      </w:r>
      <w:proofErr w:type="spellEnd"/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 xml:space="preserve"> </w:t>
      </w:r>
      <w:proofErr w:type="spellStart"/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>vSphere</w:t>
      </w:r>
      <w:proofErr w:type="spellEnd"/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 xml:space="preserve"> </w:t>
      </w:r>
      <w:proofErr w:type="spellStart"/>
      <w:r w:rsidR="009C7923" w:rsidRPr="009C7923">
        <w:rPr>
          <w:rFonts w:cstheme="minorHAnsi"/>
          <w:b/>
          <w:bCs/>
          <w:sz w:val="20"/>
          <w:szCs w:val="20"/>
          <w:highlight w:val="yellow"/>
          <w:u w:val="single"/>
        </w:rPr>
        <w:t>Foundation</w:t>
      </w:r>
      <w:proofErr w:type="spellEnd"/>
      <w:r w:rsidR="009C7923" w:rsidRPr="009C7923">
        <w:rPr>
          <w:rFonts w:cstheme="minorHAnsi"/>
          <w:b/>
          <w:bCs/>
          <w:sz w:val="20"/>
          <w:szCs w:val="20"/>
          <w:u w:val="single"/>
        </w:rPr>
        <w:t>.</w:t>
      </w: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575E879E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</w:t>
            </w:r>
            <w:r w:rsidR="006078CB">
              <w:rPr>
                <w:rFonts w:asciiTheme="majorHAnsi" w:hAnsiTheme="majorHAnsi"/>
                <w:b/>
              </w:rPr>
              <w:t xml:space="preserve">celkových </w:t>
            </w:r>
            <w:r w:rsidRPr="00FF65DD">
              <w:rPr>
                <w:rFonts w:asciiTheme="majorHAnsi" w:hAnsiTheme="majorHAnsi"/>
                <w:b/>
              </w:rPr>
              <w:t xml:space="preserve">cen </w:t>
            </w:r>
            <w:r w:rsidR="006078CB">
              <w:rPr>
                <w:rFonts w:asciiTheme="majorHAnsi" w:hAnsiTheme="majorHAnsi"/>
                <w:b/>
              </w:rPr>
              <w:t xml:space="preserve">za HW a SW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5CB29912" w14:textId="77777777" w:rsidR="009F392E" w:rsidRPr="00F0533E" w:rsidRDefault="009F392E" w:rsidP="00F0533E"/>
    <w:sectPr w:rsidR="009F392E" w:rsidRPr="00F0533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318BF" w14:textId="77777777" w:rsidR="00F62E34" w:rsidRDefault="00F62E34" w:rsidP="00962258">
      <w:pPr>
        <w:spacing w:after="0" w:line="240" w:lineRule="auto"/>
      </w:pPr>
      <w:r>
        <w:separator/>
      </w:r>
    </w:p>
  </w:endnote>
  <w:endnote w:type="continuationSeparator" w:id="0">
    <w:p w14:paraId="12B333B3" w14:textId="77777777" w:rsidR="00F62E34" w:rsidRDefault="00F62E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3D096" w14:textId="77777777" w:rsidR="00F62E34" w:rsidRDefault="00F62E34" w:rsidP="00962258">
      <w:pPr>
        <w:spacing w:after="0" w:line="240" w:lineRule="auto"/>
      </w:pPr>
      <w:r>
        <w:separator/>
      </w:r>
    </w:p>
  </w:footnote>
  <w:footnote w:type="continuationSeparator" w:id="0">
    <w:p w14:paraId="4B52B898" w14:textId="77777777" w:rsidR="00F62E34" w:rsidRDefault="00F62E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194" w14:textId="72B5063A" w:rsidR="003D6E33" w:rsidRDefault="003D6E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6FE6576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6AD45C5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79D2"/>
    <w:rsid w:val="00072C1E"/>
    <w:rsid w:val="00076217"/>
    <w:rsid w:val="000A3BD0"/>
    <w:rsid w:val="000A5132"/>
    <w:rsid w:val="000B7377"/>
    <w:rsid w:val="000E23A7"/>
    <w:rsid w:val="000E4423"/>
    <w:rsid w:val="0010693F"/>
    <w:rsid w:val="00114472"/>
    <w:rsid w:val="00122B10"/>
    <w:rsid w:val="00125A6F"/>
    <w:rsid w:val="00137C25"/>
    <w:rsid w:val="001433F3"/>
    <w:rsid w:val="001550BC"/>
    <w:rsid w:val="001605B9"/>
    <w:rsid w:val="00167E06"/>
    <w:rsid w:val="00170EC5"/>
    <w:rsid w:val="001747C1"/>
    <w:rsid w:val="00177503"/>
    <w:rsid w:val="00184743"/>
    <w:rsid w:val="001A02B4"/>
    <w:rsid w:val="001A4731"/>
    <w:rsid w:val="001C4FF7"/>
    <w:rsid w:val="001E496E"/>
    <w:rsid w:val="00207DF5"/>
    <w:rsid w:val="002162E5"/>
    <w:rsid w:val="00220A81"/>
    <w:rsid w:val="002214AC"/>
    <w:rsid w:val="002326D2"/>
    <w:rsid w:val="00280E07"/>
    <w:rsid w:val="00294529"/>
    <w:rsid w:val="002C31BF"/>
    <w:rsid w:val="002C3499"/>
    <w:rsid w:val="002D08B1"/>
    <w:rsid w:val="002D324C"/>
    <w:rsid w:val="002D5A4E"/>
    <w:rsid w:val="002E0CD7"/>
    <w:rsid w:val="002F3625"/>
    <w:rsid w:val="003254A6"/>
    <w:rsid w:val="00341DCF"/>
    <w:rsid w:val="00357BC6"/>
    <w:rsid w:val="00394E99"/>
    <w:rsid w:val="003956C6"/>
    <w:rsid w:val="003A4A4D"/>
    <w:rsid w:val="003A59D4"/>
    <w:rsid w:val="003B71C1"/>
    <w:rsid w:val="003C2B0F"/>
    <w:rsid w:val="003C473B"/>
    <w:rsid w:val="003D1756"/>
    <w:rsid w:val="003D69D0"/>
    <w:rsid w:val="003D6E33"/>
    <w:rsid w:val="003E694F"/>
    <w:rsid w:val="00403754"/>
    <w:rsid w:val="00407391"/>
    <w:rsid w:val="00421A01"/>
    <w:rsid w:val="00436802"/>
    <w:rsid w:val="00441430"/>
    <w:rsid w:val="0044160E"/>
    <w:rsid w:val="00450F07"/>
    <w:rsid w:val="0045338C"/>
    <w:rsid w:val="00453CD3"/>
    <w:rsid w:val="00460660"/>
    <w:rsid w:val="00465C78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E7298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66B39"/>
    <w:rsid w:val="005736B7"/>
    <w:rsid w:val="00575E5A"/>
    <w:rsid w:val="005B4097"/>
    <w:rsid w:val="005E1F0D"/>
    <w:rsid w:val="005F1404"/>
    <w:rsid w:val="00605B48"/>
    <w:rsid w:val="006078CB"/>
    <w:rsid w:val="0061068E"/>
    <w:rsid w:val="006200BE"/>
    <w:rsid w:val="006261A4"/>
    <w:rsid w:val="006262F2"/>
    <w:rsid w:val="00631526"/>
    <w:rsid w:val="00656B8C"/>
    <w:rsid w:val="00660AD3"/>
    <w:rsid w:val="00677B7F"/>
    <w:rsid w:val="00687F64"/>
    <w:rsid w:val="006A5570"/>
    <w:rsid w:val="006A689C"/>
    <w:rsid w:val="006B3D79"/>
    <w:rsid w:val="006D7AFE"/>
    <w:rsid w:val="006E0578"/>
    <w:rsid w:val="006E314D"/>
    <w:rsid w:val="006E446A"/>
    <w:rsid w:val="006F56C2"/>
    <w:rsid w:val="00710723"/>
    <w:rsid w:val="00715329"/>
    <w:rsid w:val="00717BFE"/>
    <w:rsid w:val="00723ED1"/>
    <w:rsid w:val="00740BDE"/>
    <w:rsid w:val="00743525"/>
    <w:rsid w:val="00752E66"/>
    <w:rsid w:val="0076286B"/>
    <w:rsid w:val="00766846"/>
    <w:rsid w:val="00770A13"/>
    <w:rsid w:val="0077673A"/>
    <w:rsid w:val="007846E1"/>
    <w:rsid w:val="007A08C1"/>
    <w:rsid w:val="007B570C"/>
    <w:rsid w:val="007C589B"/>
    <w:rsid w:val="007C7FA6"/>
    <w:rsid w:val="007E4A6E"/>
    <w:rsid w:val="007F56A7"/>
    <w:rsid w:val="00807DD0"/>
    <w:rsid w:val="008116B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C7923"/>
    <w:rsid w:val="009E07F4"/>
    <w:rsid w:val="009E128B"/>
    <w:rsid w:val="009E2658"/>
    <w:rsid w:val="009F392E"/>
    <w:rsid w:val="009F5320"/>
    <w:rsid w:val="00A15170"/>
    <w:rsid w:val="00A43547"/>
    <w:rsid w:val="00A57B7F"/>
    <w:rsid w:val="00A6177B"/>
    <w:rsid w:val="00A66136"/>
    <w:rsid w:val="00A679DA"/>
    <w:rsid w:val="00A756D0"/>
    <w:rsid w:val="00A85755"/>
    <w:rsid w:val="00AA4CBB"/>
    <w:rsid w:val="00AA5BF0"/>
    <w:rsid w:val="00AA65FA"/>
    <w:rsid w:val="00AA7351"/>
    <w:rsid w:val="00AD056F"/>
    <w:rsid w:val="00AD079C"/>
    <w:rsid w:val="00AD6731"/>
    <w:rsid w:val="00AE22CB"/>
    <w:rsid w:val="00B02BC7"/>
    <w:rsid w:val="00B15D0D"/>
    <w:rsid w:val="00B27318"/>
    <w:rsid w:val="00B432FD"/>
    <w:rsid w:val="00B6342C"/>
    <w:rsid w:val="00B75EE1"/>
    <w:rsid w:val="00B77481"/>
    <w:rsid w:val="00B8518B"/>
    <w:rsid w:val="00BD7E91"/>
    <w:rsid w:val="00C02D0A"/>
    <w:rsid w:val="00C03A6E"/>
    <w:rsid w:val="00C14CFC"/>
    <w:rsid w:val="00C3634D"/>
    <w:rsid w:val="00C3693C"/>
    <w:rsid w:val="00C44F6A"/>
    <w:rsid w:val="00C47AE3"/>
    <w:rsid w:val="00C77857"/>
    <w:rsid w:val="00C93BB9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D7411"/>
    <w:rsid w:val="00DE2192"/>
    <w:rsid w:val="00DE56F2"/>
    <w:rsid w:val="00DF116D"/>
    <w:rsid w:val="00DF3543"/>
    <w:rsid w:val="00E36C4A"/>
    <w:rsid w:val="00E421E1"/>
    <w:rsid w:val="00E564E8"/>
    <w:rsid w:val="00E87734"/>
    <w:rsid w:val="00EA2BAA"/>
    <w:rsid w:val="00EB0CB9"/>
    <w:rsid w:val="00EB104F"/>
    <w:rsid w:val="00ED14BD"/>
    <w:rsid w:val="00EE2FE1"/>
    <w:rsid w:val="00EF3BFB"/>
    <w:rsid w:val="00EF4FBE"/>
    <w:rsid w:val="00F00382"/>
    <w:rsid w:val="00F0244C"/>
    <w:rsid w:val="00F0533E"/>
    <w:rsid w:val="00F1048D"/>
    <w:rsid w:val="00F12DEC"/>
    <w:rsid w:val="00F1715C"/>
    <w:rsid w:val="00F310F8"/>
    <w:rsid w:val="00F35939"/>
    <w:rsid w:val="00F36F4C"/>
    <w:rsid w:val="00F45607"/>
    <w:rsid w:val="00F53B4A"/>
    <w:rsid w:val="00F5558F"/>
    <w:rsid w:val="00F62E34"/>
    <w:rsid w:val="00F659EB"/>
    <w:rsid w:val="00F86BA6"/>
    <w:rsid w:val="00FB2543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Pospíchal Jan, Mgr.</cp:lastModifiedBy>
  <cp:revision>16</cp:revision>
  <cp:lastPrinted>2017-11-28T17:18:00Z</cp:lastPrinted>
  <dcterms:created xsi:type="dcterms:W3CDTF">2024-11-26T09:03:00Z</dcterms:created>
  <dcterms:modified xsi:type="dcterms:W3CDTF">2025-08-08T11:09:00Z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